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4BEAC148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D5F04" w14:paraId="7A10C17F" w14:textId="77777777" w:rsidTr="00A526C1">
        <w:tc>
          <w:tcPr>
            <w:tcW w:w="2689" w:type="dxa"/>
          </w:tcPr>
          <w:p w14:paraId="6C381B30" w14:textId="6AD674D5" w:rsidR="005D5F04" w:rsidRPr="005D5F04" w:rsidRDefault="005D5F04" w:rsidP="005D5F04">
            <w:pPr>
              <w:pStyle w:val="SIText"/>
            </w:pPr>
            <w:r w:rsidRPr="00CC451E">
              <w:t>Release</w:t>
            </w:r>
            <w:r w:rsidRPr="005D5F04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F7802D0" w14:textId="09B63589" w:rsidR="005D5F04" w:rsidRPr="005D5F04" w:rsidRDefault="005D5F04" w:rsidP="005D5F04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136EDE" w:rsidRPr="009D07C3">
              <w:rPr>
                <w:rStyle w:val="SITemporaryText-blue"/>
              </w:rPr>
              <w:t>X</w:t>
            </w:r>
            <w:r w:rsidRPr="005D5F04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25E433B7" w:rsidR="00F1480E" w:rsidRPr="005404CB" w:rsidRDefault="00A3135C" w:rsidP="005404CB">
            <w:pPr>
              <w:pStyle w:val="SIUNITCODE"/>
            </w:pPr>
            <w:r>
              <w:t>AHCPER</w:t>
            </w:r>
            <w:r w:rsidR="005D0854">
              <w:t>3</w:t>
            </w:r>
            <w:r w:rsidR="00B03253">
              <w:t>1</w:t>
            </w:r>
            <w:r w:rsidR="00F47865">
              <w:t>4</w:t>
            </w:r>
          </w:p>
        </w:tc>
        <w:tc>
          <w:tcPr>
            <w:tcW w:w="3604" w:type="pct"/>
            <w:shd w:val="clear" w:color="auto" w:fill="auto"/>
          </w:tcPr>
          <w:p w14:paraId="01D80964" w14:textId="1F601251" w:rsidR="00F1480E" w:rsidRPr="005404CB" w:rsidRDefault="00F47865" w:rsidP="005404CB">
            <w:pPr>
              <w:pStyle w:val="SIUnittitle"/>
            </w:pPr>
            <w:r w:rsidRPr="00F47865">
              <w:t>Read and interpret property maps and plans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9A43099" w14:textId="325711C6" w:rsidR="00F47865" w:rsidRPr="00F47865" w:rsidRDefault="00F47865" w:rsidP="00F47865">
            <w:r w:rsidRPr="00F47865">
              <w:t>This unit of competency describes the skills and knowledge required to read and interpret property maps and plans</w:t>
            </w:r>
            <w:r w:rsidR="005D5F04">
              <w:t xml:space="preserve"> and</w:t>
            </w:r>
            <w:r w:rsidRPr="00F47865">
              <w:t xml:space="preserve"> </w:t>
            </w:r>
            <w:r w:rsidR="005D5F04">
              <w:t>interpret</w:t>
            </w:r>
            <w:r w:rsidR="005D5F04" w:rsidRPr="00F47865">
              <w:t xml:space="preserve"> </w:t>
            </w:r>
            <w:r w:rsidRPr="00F47865">
              <w:t xml:space="preserve">information </w:t>
            </w:r>
            <w:r w:rsidR="005D5F04">
              <w:t xml:space="preserve">to </w:t>
            </w:r>
            <w:r w:rsidR="0066751A">
              <w:t>orient, navigate and locate key features of a property</w:t>
            </w:r>
            <w:r w:rsidRPr="00F47865">
              <w:t>.</w:t>
            </w:r>
          </w:p>
          <w:p w14:paraId="066B9EE9" w14:textId="77777777" w:rsidR="00F47865" w:rsidRDefault="00F47865" w:rsidP="00F47865"/>
          <w:p w14:paraId="31F42568" w14:textId="14408A7C" w:rsidR="00F47865" w:rsidRPr="00F47865" w:rsidRDefault="005D5F04" w:rsidP="00F47865">
            <w:r>
              <w:t>The</w:t>
            </w:r>
            <w:r w:rsidRPr="00F47865">
              <w:t xml:space="preserve"> </w:t>
            </w:r>
            <w:r w:rsidR="00F47865" w:rsidRPr="00F47865">
              <w:t xml:space="preserve">unit applies to individuals who take responsibility for their own work and for the quality of the work of others. They use discretion and judgement in the selection, </w:t>
            </w:r>
            <w:proofErr w:type="gramStart"/>
            <w:r w:rsidR="00F47865" w:rsidRPr="00F47865">
              <w:t>allocation</w:t>
            </w:r>
            <w:proofErr w:type="gramEnd"/>
            <w:r w:rsidR="00F47865" w:rsidRPr="00F47865">
              <w:t xml:space="preserve"> and use of available resources.</w:t>
            </w:r>
          </w:p>
          <w:p w14:paraId="6D168982" w14:textId="77777777" w:rsidR="00F47865" w:rsidRDefault="00F47865" w:rsidP="00F47865"/>
          <w:p w14:paraId="22C15BCD" w14:textId="58FB9E84" w:rsidR="00373436" w:rsidRPr="000754EC" w:rsidRDefault="00F47865" w:rsidP="009D07C3">
            <w:r w:rsidRPr="00F47865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47865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10BE70A" w:rsidR="00F47865" w:rsidRPr="00F47865" w:rsidRDefault="00F47865" w:rsidP="00F47865">
            <w:pPr>
              <w:pStyle w:val="SIText"/>
            </w:pPr>
            <w:r w:rsidRPr="00F47865">
              <w:t xml:space="preserve">1. Recognise </w:t>
            </w:r>
            <w:r w:rsidR="005A13FA">
              <w:t xml:space="preserve">key components of </w:t>
            </w:r>
            <w:r w:rsidRPr="00F47865">
              <w:t>maps and plans</w:t>
            </w:r>
          </w:p>
        </w:tc>
        <w:tc>
          <w:tcPr>
            <w:tcW w:w="3604" w:type="pct"/>
            <w:shd w:val="clear" w:color="auto" w:fill="auto"/>
          </w:tcPr>
          <w:p w14:paraId="212B0818" w14:textId="50E74B01" w:rsidR="00F47865" w:rsidRPr="00F47865" w:rsidRDefault="00F47865" w:rsidP="00F47865">
            <w:r w:rsidRPr="00F47865">
              <w:t xml:space="preserve">1.1 </w:t>
            </w:r>
            <w:r w:rsidR="005D5F04">
              <w:t xml:space="preserve">Identify </w:t>
            </w:r>
            <w:r w:rsidRPr="00F47865">
              <w:t>different types of maps and plans</w:t>
            </w:r>
            <w:r w:rsidR="005D5F04">
              <w:t xml:space="preserve"> and </w:t>
            </w:r>
            <w:r w:rsidR="007E4132">
              <w:t xml:space="preserve">recognise </w:t>
            </w:r>
            <w:r w:rsidR="005D5F04">
              <w:t xml:space="preserve">their </w:t>
            </w:r>
            <w:r w:rsidR="0066751A">
              <w:t>purpose</w:t>
            </w:r>
          </w:p>
          <w:p w14:paraId="0AE24F9F" w14:textId="77777777" w:rsidR="00F47865" w:rsidRPr="00F47865" w:rsidRDefault="00F47865" w:rsidP="00F47865">
            <w:r w:rsidRPr="00F47865">
              <w:t>1.2 Recognise features and characteristics of different maps and plans</w:t>
            </w:r>
          </w:p>
          <w:p w14:paraId="27154481" w14:textId="77777777" w:rsidR="00F47865" w:rsidRPr="00F47865" w:rsidRDefault="00F47865" w:rsidP="00F47865">
            <w:r w:rsidRPr="00F47865">
              <w:t>1.3 Identify scale</w:t>
            </w:r>
          </w:p>
          <w:p w14:paraId="4B044429" w14:textId="288E0975" w:rsidR="005A13FA" w:rsidRPr="00F47865" w:rsidRDefault="00F47865" w:rsidP="00D12640">
            <w:r w:rsidRPr="00F47865">
              <w:t>1.</w:t>
            </w:r>
            <w:r w:rsidR="005D5F04">
              <w:t>4</w:t>
            </w:r>
            <w:r w:rsidRPr="00F47865">
              <w:t xml:space="preserve"> Recognise mapping conventions and common symbols</w:t>
            </w:r>
            <w:r w:rsidR="00F57C9F">
              <w:t xml:space="preserve"> from map and plan legends</w:t>
            </w:r>
          </w:p>
        </w:tc>
      </w:tr>
      <w:tr w:rsidR="00F47865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61CB78CC" w:rsidR="00F47865" w:rsidRPr="00F47865" w:rsidRDefault="00F47865" w:rsidP="00D12640">
            <w:pPr>
              <w:pStyle w:val="SIText"/>
            </w:pPr>
            <w:r w:rsidRPr="00F47865">
              <w:t xml:space="preserve">2. </w:t>
            </w:r>
            <w:r w:rsidR="005D5F04">
              <w:t>Use</w:t>
            </w:r>
            <w:r w:rsidRPr="00F47865">
              <w:t xml:space="preserve"> information from maps</w:t>
            </w:r>
            <w:r w:rsidR="005D5F04">
              <w:t>/plans for site</w:t>
            </w:r>
          </w:p>
        </w:tc>
        <w:tc>
          <w:tcPr>
            <w:tcW w:w="3604" w:type="pct"/>
            <w:shd w:val="clear" w:color="auto" w:fill="auto"/>
          </w:tcPr>
          <w:p w14:paraId="7A23EECA" w14:textId="2B31F892" w:rsidR="005A13FA" w:rsidRDefault="005A13FA" w:rsidP="005D5F04">
            <w:r>
              <w:t>2.1 Select map</w:t>
            </w:r>
            <w:r w:rsidR="0066751A">
              <w:t xml:space="preserve"> or </w:t>
            </w:r>
            <w:r>
              <w:t xml:space="preserve">plan for </w:t>
            </w:r>
            <w:r w:rsidR="00F57C9F">
              <w:t xml:space="preserve">a </w:t>
            </w:r>
            <w:r w:rsidR="0066751A">
              <w:t xml:space="preserve">specified </w:t>
            </w:r>
            <w:r>
              <w:t>purpose for site</w:t>
            </w:r>
          </w:p>
          <w:p w14:paraId="6438EB7C" w14:textId="6A4A2321" w:rsidR="005D5F04" w:rsidRPr="005D5F04" w:rsidRDefault="005A13FA" w:rsidP="005D5F04">
            <w:r>
              <w:t>2.2</w:t>
            </w:r>
            <w:r w:rsidR="005D5F04">
              <w:t xml:space="preserve"> </w:t>
            </w:r>
            <w:r w:rsidR="005D5F04" w:rsidRPr="005D5F04">
              <w:t>Locate north and orient map</w:t>
            </w:r>
            <w:r w:rsidR="0066751A">
              <w:t>/</w:t>
            </w:r>
            <w:r w:rsidR="005D5F04" w:rsidRPr="005D5F04">
              <w:t>plan to site</w:t>
            </w:r>
          </w:p>
          <w:p w14:paraId="0A17DB9D" w14:textId="3719BC40" w:rsidR="005D5F04" w:rsidRDefault="005D5F04" w:rsidP="00F47865">
            <w:r>
              <w:t>2.</w:t>
            </w:r>
            <w:r w:rsidR="005A13FA">
              <w:t>3</w:t>
            </w:r>
            <w:r w:rsidRPr="00F47865">
              <w:t xml:space="preserve"> </w:t>
            </w:r>
            <w:r w:rsidR="005A13FA">
              <w:t xml:space="preserve">Identify </w:t>
            </w:r>
            <w:r w:rsidR="00F57C9F">
              <w:t xml:space="preserve">and locate </w:t>
            </w:r>
            <w:r w:rsidRPr="00F47865">
              <w:t>boundaries and structures</w:t>
            </w:r>
            <w:r w:rsidR="005A13FA">
              <w:t xml:space="preserve"> on site</w:t>
            </w:r>
            <w:r w:rsidR="0066751A">
              <w:t xml:space="preserve"> from map/plan</w:t>
            </w:r>
          </w:p>
          <w:p w14:paraId="37CC009D" w14:textId="4E9B31F9" w:rsidR="00F47865" w:rsidRPr="00F47865" w:rsidRDefault="00F47865" w:rsidP="00F47865">
            <w:r w:rsidRPr="00F47865">
              <w:t>2.</w:t>
            </w:r>
            <w:r w:rsidR="005A13FA">
              <w:t>4</w:t>
            </w:r>
            <w:r w:rsidRPr="00F47865">
              <w:t xml:space="preserve"> Identify </w:t>
            </w:r>
            <w:r w:rsidR="00F57C9F">
              <w:t xml:space="preserve">and locate </w:t>
            </w:r>
            <w:r w:rsidR="0066751A">
              <w:t xml:space="preserve">landmarks and </w:t>
            </w:r>
            <w:r w:rsidRPr="00F47865">
              <w:t>topographic features</w:t>
            </w:r>
            <w:r w:rsidR="005A13FA">
              <w:t xml:space="preserve"> </w:t>
            </w:r>
            <w:r w:rsidR="00F57C9F">
              <w:t>on</w:t>
            </w:r>
            <w:r w:rsidR="005A13FA">
              <w:t xml:space="preserve"> site</w:t>
            </w:r>
            <w:r w:rsidR="00F57C9F">
              <w:t xml:space="preserve"> from map/plan</w:t>
            </w:r>
          </w:p>
          <w:p w14:paraId="2B00249F" w14:textId="32D90D53" w:rsidR="00F47865" w:rsidRPr="00F47865" w:rsidRDefault="005D5F04">
            <w:pPr>
              <w:pStyle w:val="SIText"/>
            </w:pPr>
            <w:r>
              <w:t>2.</w:t>
            </w:r>
            <w:r w:rsidR="005A13FA">
              <w:t>5</w:t>
            </w:r>
            <w:r>
              <w:t xml:space="preserve"> </w:t>
            </w:r>
            <w:r w:rsidRPr="00F47865">
              <w:t xml:space="preserve">Determine distances and areas </w:t>
            </w:r>
            <w:r w:rsidR="0066751A">
              <w:t xml:space="preserve">for </w:t>
            </w:r>
            <w:r w:rsidR="00F57C9F">
              <w:t xml:space="preserve">specified </w:t>
            </w:r>
            <w:r w:rsidR="0066751A">
              <w:t>purpose</w:t>
            </w:r>
          </w:p>
        </w:tc>
      </w:tr>
      <w:tr w:rsidR="00F47865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13536F67" w:rsidR="00F47865" w:rsidRPr="00F47865" w:rsidRDefault="00F47865">
            <w:pPr>
              <w:pStyle w:val="SIText"/>
            </w:pPr>
            <w:r w:rsidRPr="00F47865">
              <w:t xml:space="preserve">3. </w:t>
            </w:r>
            <w:r w:rsidR="00633778">
              <w:t>Navigate u</w:t>
            </w:r>
            <w:r w:rsidRPr="00F47865">
              <w:t>s</w:t>
            </w:r>
            <w:r w:rsidR="00633778">
              <w:t>ing</w:t>
            </w:r>
            <w:r w:rsidRPr="00F47865">
              <w:t xml:space="preserve"> maps</w:t>
            </w:r>
            <w:r w:rsidR="005A13FA">
              <w:t>/plans</w:t>
            </w:r>
            <w:r w:rsidRPr="00F47865">
              <w:t xml:space="preserve"> in field situations</w:t>
            </w:r>
          </w:p>
        </w:tc>
        <w:tc>
          <w:tcPr>
            <w:tcW w:w="3604" w:type="pct"/>
            <w:shd w:val="clear" w:color="auto" w:fill="auto"/>
          </w:tcPr>
          <w:p w14:paraId="1731C663" w14:textId="5041B315" w:rsidR="00F47865" w:rsidRDefault="00F47865" w:rsidP="00F47865">
            <w:r w:rsidRPr="00F47865">
              <w:t xml:space="preserve">3.1 Locate current position </w:t>
            </w:r>
            <w:r w:rsidR="00633778">
              <w:t xml:space="preserve">and a destination </w:t>
            </w:r>
            <w:r w:rsidR="003C5130">
              <w:t xml:space="preserve">in field from </w:t>
            </w:r>
            <w:r w:rsidR="00F57C9F">
              <w:t>map</w:t>
            </w:r>
            <w:r w:rsidR="003C5130">
              <w:t>/plan</w:t>
            </w:r>
          </w:p>
          <w:p w14:paraId="704E5494" w14:textId="7E5864B8" w:rsidR="005A13FA" w:rsidRDefault="00F47865" w:rsidP="00F47865">
            <w:r w:rsidRPr="00F47865">
              <w:t>3.</w:t>
            </w:r>
            <w:r w:rsidR="00633778">
              <w:t>2</w:t>
            </w:r>
            <w:r w:rsidRPr="00F47865">
              <w:t xml:space="preserve"> </w:t>
            </w:r>
            <w:r w:rsidR="00F57C9F">
              <w:t>Locate impediments to navigation</w:t>
            </w:r>
            <w:r w:rsidRPr="00F47865">
              <w:t xml:space="preserve"> from </w:t>
            </w:r>
            <w:r w:rsidR="00633778">
              <w:t>current position</w:t>
            </w:r>
            <w:r w:rsidR="00633778" w:rsidRPr="00F47865">
              <w:t xml:space="preserve"> </w:t>
            </w:r>
            <w:r w:rsidRPr="00F47865">
              <w:t>to destination</w:t>
            </w:r>
            <w:r w:rsidR="007F1CE9">
              <w:t xml:space="preserve"> </w:t>
            </w:r>
            <w:r w:rsidR="006136A1">
              <w:t>for site</w:t>
            </w:r>
          </w:p>
          <w:p w14:paraId="1C93868F" w14:textId="48C82C02" w:rsidR="00F47865" w:rsidRPr="00F47865" w:rsidRDefault="007F1CE9">
            <w:r>
              <w:t>3.4 Navigate from current position to destination</w:t>
            </w:r>
          </w:p>
        </w:tc>
      </w:tr>
      <w:tr w:rsidR="00D12640" w:rsidRPr="00963A46" w14:paraId="0E7944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D60592" w14:textId="6C680D54" w:rsidR="00D12640" w:rsidRPr="00F47865" w:rsidRDefault="00D12640">
            <w:pPr>
              <w:pStyle w:val="SIText"/>
            </w:pPr>
            <w:r>
              <w:t xml:space="preserve">4. </w:t>
            </w:r>
            <w:r w:rsidR="00633778">
              <w:t>Locate</w:t>
            </w:r>
            <w:r>
              <w:t xml:space="preserve"> features for site</w:t>
            </w:r>
            <w:r w:rsidR="00021D09">
              <w:t xml:space="preserve"> using maps and plans</w:t>
            </w:r>
            <w:r w:rsidR="00633778">
              <w:t xml:space="preserve"> in field situations</w:t>
            </w:r>
          </w:p>
        </w:tc>
        <w:tc>
          <w:tcPr>
            <w:tcW w:w="3604" w:type="pct"/>
            <w:shd w:val="clear" w:color="auto" w:fill="auto"/>
          </w:tcPr>
          <w:p w14:paraId="32AE8C84" w14:textId="13E4C8D2" w:rsidR="00A46FCE" w:rsidRDefault="00D12640" w:rsidP="00D12640">
            <w:r>
              <w:t>4.1</w:t>
            </w:r>
            <w:r w:rsidRPr="00F47865">
              <w:t xml:space="preserve"> </w:t>
            </w:r>
            <w:r w:rsidR="00A46FCE">
              <w:t>Identify features to be set out on site from map or plan</w:t>
            </w:r>
          </w:p>
          <w:p w14:paraId="0B6C24FB" w14:textId="34E042CC" w:rsidR="00633778" w:rsidRDefault="00A46FCE" w:rsidP="00D12640">
            <w:r>
              <w:t xml:space="preserve">4.2 </w:t>
            </w:r>
            <w:r w:rsidR="00633778">
              <w:t>Navigate to feature using navigation aids and maps/plan</w:t>
            </w:r>
            <w:r w:rsidR="006136A1">
              <w:t>s</w:t>
            </w:r>
          </w:p>
          <w:p w14:paraId="4F092A24" w14:textId="77777777" w:rsidR="00D12640" w:rsidRDefault="00633778">
            <w:r>
              <w:t>4.3 Mark location of</w:t>
            </w:r>
            <w:r w:rsidR="00A46FCE">
              <w:t xml:space="preserve"> </w:t>
            </w:r>
            <w:r w:rsidR="003C5130">
              <w:t xml:space="preserve">features </w:t>
            </w:r>
            <w:r>
              <w:t>in the field</w:t>
            </w:r>
          </w:p>
          <w:p w14:paraId="34A08E20" w14:textId="27274124" w:rsidR="00010D0D" w:rsidRPr="00F47865" w:rsidRDefault="00010D0D">
            <w:r>
              <w:t xml:space="preserve">4.4 </w:t>
            </w:r>
            <w:r w:rsidRPr="00010D0D">
              <w:t>Check accuracy of maps or plan content against site features</w:t>
            </w:r>
          </w:p>
        </w:tc>
      </w:tr>
    </w:tbl>
    <w:p w14:paraId="50784BCC" w14:textId="47F719F1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26FD0957" w:rsidR="00F1480E" w:rsidRPr="005404CB" w:rsidRDefault="009D07C3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1252D872" w:rsidR="00F1480E" w:rsidRPr="005404CB" w:rsidRDefault="009D07C3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Interprets maps and plans and distinguishes key features, </w:t>
            </w:r>
            <w:proofErr w:type="gramStart"/>
            <w:r>
              <w:rPr>
                <w:rFonts w:eastAsia="Calibri"/>
              </w:rPr>
              <w:t>symbols</w:t>
            </w:r>
            <w:proofErr w:type="gramEnd"/>
            <w:r>
              <w:rPr>
                <w:rFonts w:eastAsia="Calibri"/>
              </w:rPr>
              <w:t xml:space="preserve"> and scales accurately for use in site work</w:t>
            </w:r>
          </w:p>
        </w:tc>
      </w:tr>
      <w:tr w:rsidR="00FD50C2" w:rsidRPr="00336FCA" w:rsidDel="00423CB2" w14:paraId="4F460625" w14:textId="77777777" w:rsidTr="00CA2922">
        <w:tc>
          <w:tcPr>
            <w:tcW w:w="1396" w:type="pct"/>
          </w:tcPr>
          <w:p w14:paraId="1CC49A26" w14:textId="16ED9A2B" w:rsidR="00FD50C2" w:rsidRDefault="00FD50C2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D5A60F2" w14:textId="532A4929" w:rsidR="00FD50C2" w:rsidRDefault="00FD50C2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Interprets scale and distances on maps and plans, and accurately transfers to site works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lastRenderedPageBreak/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3A0C1029" w14:textId="77777777" w:rsidR="00136EDE" w:rsidRDefault="00136EDE" w:rsidP="00136EDE">
            <w:pPr>
              <w:pStyle w:val="SIText"/>
            </w:pPr>
            <w:r w:rsidRPr="00F47865">
              <w:t>AHCPER314 Read and interpret property maps and plans</w:t>
            </w:r>
          </w:p>
          <w:p w14:paraId="074DFB3F" w14:textId="4D211E50" w:rsidR="00ED3D3F" w:rsidRPr="000754EC" w:rsidRDefault="00ED3D3F" w:rsidP="00136EDE">
            <w:pPr>
              <w:pStyle w:val="SIText"/>
            </w:pPr>
            <w:r>
              <w:t>Release 2</w:t>
            </w:r>
          </w:p>
          <w:p w14:paraId="18ED5BE1" w14:textId="69B7FC4B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2A7C5C35" w14:textId="77777777" w:rsidR="00041E59" w:rsidRDefault="00136EDE">
            <w:pPr>
              <w:pStyle w:val="SIText"/>
            </w:pPr>
            <w:r w:rsidRPr="00136EDE">
              <w:t>AHCPER314 Read and interpret property maps and plans</w:t>
            </w:r>
          </w:p>
          <w:p w14:paraId="64EA7AE3" w14:textId="56DD6A90" w:rsidR="00ED3D3F" w:rsidRPr="005404CB" w:rsidRDefault="00ED3D3F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C58809" w14:textId="77777777" w:rsidR="00041E59" w:rsidRDefault="00136EDE" w:rsidP="005404CB">
            <w:pPr>
              <w:pStyle w:val="SIText"/>
            </w:pPr>
            <w:r>
              <w:t>Minor change to Application for clarity</w:t>
            </w:r>
          </w:p>
          <w:p w14:paraId="3E031D32" w14:textId="1A292BD0" w:rsidR="00136EDE" w:rsidRPr="005404CB" w:rsidRDefault="00136EDE">
            <w:pPr>
              <w:pStyle w:val="SIText"/>
            </w:pPr>
            <w:r>
              <w:t>Minor changes and sequencing of Performance Criteria for clarity</w:t>
            </w:r>
          </w:p>
        </w:tc>
        <w:tc>
          <w:tcPr>
            <w:tcW w:w="1616" w:type="pct"/>
          </w:tcPr>
          <w:p w14:paraId="426455CD" w14:textId="126DD24A" w:rsidR="00916CD7" w:rsidRPr="005404CB" w:rsidRDefault="00136EDE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5C00A8E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5AF5082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47865" w:rsidRPr="00F47865">
              <w:t>AHCPER314 Read and interpret property maps and plans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4ECE553" w14:textId="14EA13D4" w:rsidR="007E4132" w:rsidRPr="007E4132" w:rsidRDefault="007E4132" w:rsidP="007E4132">
            <w:r w:rsidRPr="007E4132">
              <w:t xml:space="preserve">An individual demonstrating competency must satisfy </w:t>
            </w:r>
            <w:proofErr w:type="gramStart"/>
            <w:r w:rsidRPr="007E4132">
              <w:t>all of</w:t>
            </w:r>
            <w:proofErr w:type="gramEnd"/>
            <w:r w:rsidRPr="007E4132">
              <w:t xml:space="preserve"> the elements and performance criteria in this unit.</w:t>
            </w:r>
          </w:p>
          <w:p w14:paraId="104F4AB6" w14:textId="11C588EA" w:rsidR="007E4132" w:rsidRDefault="007E4132" w:rsidP="00ED3D3F">
            <w:pPr>
              <w:pStyle w:val="SIText"/>
            </w:pPr>
            <w:r w:rsidRPr="007E4132">
              <w:t>There must be evidence that the individual has</w:t>
            </w:r>
            <w:r>
              <w:t xml:space="preserve"> read and interpreted maps and plans for at least 5 different purposes and has</w:t>
            </w:r>
            <w:r w:rsidRPr="007E4132">
              <w:t>:</w:t>
            </w:r>
          </w:p>
          <w:p w14:paraId="6EA5FDEC" w14:textId="62222EA8" w:rsidR="007E4132" w:rsidRDefault="007E4132" w:rsidP="003A3E74">
            <w:pPr>
              <w:pStyle w:val="SIBulletList1"/>
            </w:pPr>
            <w:r>
              <w:t>identified map and plan types</w:t>
            </w:r>
          </w:p>
          <w:p w14:paraId="15E12EBE" w14:textId="77777777" w:rsidR="007E4132" w:rsidRDefault="007E4132" w:rsidP="003A3E74">
            <w:pPr>
              <w:pStyle w:val="SIBulletList1"/>
            </w:pPr>
            <w:r>
              <w:t xml:space="preserve">recognised their purpose, </w:t>
            </w:r>
            <w:proofErr w:type="gramStart"/>
            <w:r>
              <w:t>features</w:t>
            </w:r>
            <w:proofErr w:type="gramEnd"/>
            <w:r>
              <w:t xml:space="preserve"> and characteristics</w:t>
            </w:r>
          </w:p>
          <w:p w14:paraId="4231906B" w14:textId="7B61226E" w:rsidR="007E4132" w:rsidRDefault="007E4132" w:rsidP="003A3E74">
            <w:pPr>
              <w:pStyle w:val="SIBulletList1"/>
            </w:pPr>
            <w:r>
              <w:t>identified the following for each map and plan:</w:t>
            </w:r>
          </w:p>
          <w:p w14:paraId="40D645FC" w14:textId="7925A098" w:rsidR="007E4132" w:rsidRDefault="007E4132" w:rsidP="00ED3D3F">
            <w:pPr>
              <w:pStyle w:val="SIBulletList2"/>
            </w:pPr>
            <w:r>
              <w:t>scale and relation to site</w:t>
            </w:r>
          </w:p>
          <w:p w14:paraId="5872D6FC" w14:textId="77777777" w:rsidR="007E4132" w:rsidRDefault="007E4132" w:rsidP="00ED3D3F">
            <w:pPr>
              <w:pStyle w:val="SIBulletList2"/>
            </w:pPr>
            <w:r>
              <w:t>mapping conventions</w:t>
            </w:r>
          </w:p>
          <w:p w14:paraId="687E0263" w14:textId="77777777" w:rsidR="007E4132" w:rsidRDefault="007E4132" w:rsidP="00ED3D3F">
            <w:pPr>
              <w:pStyle w:val="SIBulletList2"/>
            </w:pPr>
            <w:r>
              <w:t>symbols</w:t>
            </w:r>
          </w:p>
          <w:p w14:paraId="3646475A" w14:textId="551FF6C4" w:rsidR="00C4407F" w:rsidRDefault="007E4132">
            <w:pPr>
              <w:pStyle w:val="SIBulletList1"/>
            </w:pPr>
            <w:r>
              <w:t>us</w:t>
            </w:r>
            <w:r w:rsidR="00C4407F">
              <w:t>ed maps and plans in the field, including:</w:t>
            </w:r>
          </w:p>
          <w:p w14:paraId="28CBB6F5" w14:textId="13A7C918" w:rsidR="00C4407F" w:rsidRDefault="00C4407F" w:rsidP="00ED3D3F">
            <w:pPr>
              <w:pStyle w:val="SIBulletList2"/>
            </w:pPr>
            <w:r>
              <w:t>located north and oriented map</w:t>
            </w:r>
          </w:p>
          <w:p w14:paraId="26DA57F1" w14:textId="25632408" w:rsidR="00C4407F" w:rsidRDefault="00C4407F" w:rsidP="00ED3D3F">
            <w:pPr>
              <w:pStyle w:val="SIBulletList2"/>
            </w:pPr>
            <w:r>
              <w:t>identified boundaries and structures on map and located in the field</w:t>
            </w:r>
          </w:p>
          <w:p w14:paraId="583F714A" w14:textId="676A0FA9" w:rsidR="00C4407F" w:rsidRDefault="00C4407F" w:rsidP="00ED3D3F">
            <w:pPr>
              <w:pStyle w:val="SIBulletList2"/>
            </w:pPr>
            <w:r>
              <w:t>identified landmarks and topographic features on map and located in the field</w:t>
            </w:r>
          </w:p>
          <w:p w14:paraId="5CA456A9" w14:textId="2BD8E9A2" w:rsidR="00C4407F" w:rsidRDefault="003A3E74" w:rsidP="00C4407F">
            <w:pPr>
              <w:pStyle w:val="SIBulletList2"/>
            </w:pPr>
            <w:r w:rsidRPr="003A3E74">
              <w:t>determine</w:t>
            </w:r>
            <w:r w:rsidR="00C4407F">
              <w:t xml:space="preserve">d </w:t>
            </w:r>
            <w:r w:rsidRPr="003A3E74">
              <w:t>distances and areas</w:t>
            </w:r>
          </w:p>
          <w:p w14:paraId="1DA0887C" w14:textId="1EFE4DD1" w:rsidR="003A3E74" w:rsidRDefault="00C4407F" w:rsidP="00ED3D3F">
            <w:pPr>
              <w:pStyle w:val="SIBulletList2"/>
            </w:pPr>
            <w:r>
              <w:t>checked accuracy of maps and plans against field observations</w:t>
            </w:r>
          </w:p>
          <w:p w14:paraId="3A295DB3" w14:textId="392127B8" w:rsidR="00C4407F" w:rsidRDefault="00C4407F">
            <w:pPr>
              <w:pStyle w:val="SIBulletList1"/>
            </w:pPr>
            <w:r>
              <w:t xml:space="preserve">navigated from a starting location to a defined destination </w:t>
            </w:r>
          </w:p>
          <w:p w14:paraId="28672D10" w14:textId="0B5252E1" w:rsidR="00C4407F" w:rsidRDefault="00C4407F" w:rsidP="00ED3D3F">
            <w:pPr>
              <w:pStyle w:val="SIBulletList1"/>
            </w:pPr>
            <w:r>
              <w:t>l</w:t>
            </w:r>
            <w:r w:rsidR="00A46FCE">
              <w:t>ocate</w:t>
            </w:r>
            <w:r>
              <w:t>d</w:t>
            </w:r>
            <w:r w:rsidR="00A46FCE">
              <w:t xml:space="preserve"> and </w:t>
            </w:r>
            <w:r>
              <w:t>marked location of</w:t>
            </w:r>
            <w:r w:rsidR="00A46FCE" w:rsidRPr="00A46FCE">
              <w:t xml:space="preserve"> </w:t>
            </w:r>
            <w:r>
              <w:t xml:space="preserve">specific features </w:t>
            </w:r>
            <w:r w:rsidR="000E0600">
              <w:t xml:space="preserve">on site </w:t>
            </w:r>
            <w:r>
              <w:t>which must include</w:t>
            </w:r>
            <w:r w:rsidR="000E0600">
              <w:t xml:space="preserve"> at least</w:t>
            </w:r>
            <w:r>
              <w:t>:</w:t>
            </w:r>
          </w:p>
          <w:p w14:paraId="5B62B554" w14:textId="23C4FD20" w:rsidR="00A46FCE" w:rsidRDefault="00A46FCE" w:rsidP="00ED3D3F">
            <w:pPr>
              <w:pStyle w:val="SIBulletList2"/>
            </w:pPr>
            <w:r>
              <w:t xml:space="preserve">key points on site </w:t>
            </w:r>
            <w:proofErr w:type="gramStart"/>
            <w:r>
              <w:t>where</w:t>
            </w:r>
            <w:proofErr w:type="gramEnd"/>
            <w:r>
              <w:t xml:space="preserve"> water flow changes from erosional to depositional</w:t>
            </w:r>
          </w:p>
          <w:p w14:paraId="74D33F23" w14:textId="03FF6F01" w:rsidR="00A46FCE" w:rsidRPr="00A46FCE" w:rsidRDefault="00A46FCE" w:rsidP="00ED3D3F">
            <w:pPr>
              <w:pStyle w:val="SIBulletList2"/>
            </w:pPr>
            <w:r w:rsidRPr="00A46FCE">
              <w:t>contour lines joining</w:t>
            </w:r>
            <w:r w:rsidR="000E0600">
              <w:t xml:space="preserve"> key points</w:t>
            </w:r>
          </w:p>
          <w:p w14:paraId="6BFA69AA" w14:textId="41E32099" w:rsidR="00556C4C" w:rsidRPr="005404CB" w:rsidRDefault="00A46FCE" w:rsidP="00ED3D3F">
            <w:pPr>
              <w:pStyle w:val="SIBulletList2"/>
            </w:pPr>
            <w:r w:rsidRPr="00A46FCE">
              <w:t>zones or property boundaries using grid system from maps/plans</w:t>
            </w:r>
            <w:r w:rsidR="000E0600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17D5EE6" w14:textId="4FBA775D" w:rsidR="009F2B79" w:rsidRDefault="009F2B79" w:rsidP="00ED3D3F">
            <w:pPr>
              <w:pStyle w:val="SIText"/>
            </w:pPr>
            <w:r w:rsidRPr="009F2B79">
              <w:t>An individual must be able to demonstrate the knowledge required to perform the tasks outlined in the elements and performance criteria of this unit. This includes knowledge of:</w:t>
            </w:r>
          </w:p>
          <w:p w14:paraId="3E639480" w14:textId="77777777" w:rsidR="003A3E74" w:rsidRPr="003A3E74" w:rsidRDefault="003A3E74" w:rsidP="003A3E74">
            <w:pPr>
              <w:pStyle w:val="SIBulletList1"/>
            </w:pPr>
            <w:r w:rsidRPr="003A3E74">
              <w:t>maps and plans</w:t>
            </w:r>
          </w:p>
          <w:p w14:paraId="0D44B677" w14:textId="77777777" w:rsidR="003A3E74" w:rsidRPr="003A3E74" w:rsidRDefault="003A3E74" w:rsidP="003A3E74">
            <w:pPr>
              <w:pStyle w:val="SIBulletList2"/>
            </w:pPr>
            <w:r w:rsidRPr="003A3E74">
              <w:t>paper</w:t>
            </w:r>
          </w:p>
          <w:p w14:paraId="20189D0B" w14:textId="77777777" w:rsidR="003A3E74" w:rsidRPr="003A3E74" w:rsidRDefault="003A3E74" w:rsidP="003A3E74">
            <w:pPr>
              <w:pStyle w:val="SIBulletList2"/>
            </w:pPr>
            <w:r w:rsidRPr="003A3E74">
              <w:t>electronic</w:t>
            </w:r>
          </w:p>
          <w:p w14:paraId="6B4D701B" w14:textId="77777777" w:rsidR="003A3E74" w:rsidRPr="003A3E74" w:rsidRDefault="003A3E74" w:rsidP="003A3E74">
            <w:pPr>
              <w:pStyle w:val="SIBulletList2"/>
            </w:pPr>
            <w:r w:rsidRPr="003A3E74">
              <w:t>3D models of sites, including sand-box models</w:t>
            </w:r>
          </w:p>
          <w:p w14:paraId="14D2B618" w14:textId="77777777" w:rsidR="003A3E74" w:rsidRPr="003A3E74" w:rsidRDefault="003A3E74" w:rsidP="003A3E74">
            <w:pPr>
              <w:pStyle w:val="SIBulletList2"/>
            </w:pPr>
            <w:r w:rsidRPr="003A3E74">
              <w:t>contour models</w:t>
            </w:r>
          </w:p>
          <w:p w14:paraId="72A07AFA" w14:textId="77777777" w:rsidR="003A3E74" w:rsidRPr="003A3E74" w:rsidRDefault="003A3E74" w:rsidP="003A3E74">
            <w:pPr>
              <w:pStyle w:val="SIBulletList2"/>
            </w:pPr>
            <w:r w:rsidRPr="003A3E74">
              <w:t>elevations and cross-sections</w:t>
            </w:r>
          </w:p>
          <w:p w14:paraId="119AB4DF" w14:textId="77777777" w:rsidR="003A3E74" w:rsidRPr="003A3E74" w:rsidRDefault="003A3E74" w:rsidP="003A3E74">
            <w:pPr>
              <w:pStyle w:val="SIBulletList2"/>
            </w:pPr>
            <w:r w:rsidRPr="003A3E74">
              <w:t>aerial photographs</w:t>
            </w:r>
          </w:p>
          <w:p w14:paraId="6FDEBC8D" w14:textId="3F8208BF" w:rsidR="009F2B79" w:rsidRDefault="003A3E74" w:rsidP="003A3E74">
            <w:pPr>
              <w:pStyle w:val="SIBulletList1"/>
            </w:pPr>
            <w:r w:rsidRPr="003A3E74">
              <w:t>mapping conventions</w:t>
            </w:r>
            <w:r w:rsidR="009F2B79">
              <w:t>, including</w:t>
            </w:r>
            <w:r w:rsidRPr="003A3E74">
              <w:t>:</w:t>
            </w:r>
          </w:p>
          <w:p w14:paraId="7A5C7342" w14:textId="7A9658AE" w:rsidR="009F2B79" w:rsidRDefault="003A3E74" w:rsidP="00ED3D3F">
            <w:pPr>
              <w:pStyle w:val="SIBulletList2"/>
            </w:pPr>
            <w:r w:rsidRPr="003A3E74">
              <w:t>symbols</w:t>
            </w:r>
          </w:p>
          <w:p w14:paraId="52CCE53E" w14:textId="74D50E7B" w:rsidR="009F2B79" w:rsidRDefault="003A3E74" w:rsidP="00ED3D3F">
            <w:pPr>
              <w:pStyle w:val="SIBulletList2"/>
            </w:pPr>
            <w:r w:rsidRPr="003A3E74">
              <w:t>distance and scale</w:t>
            </w:r>
          </w:p>
          <w:p w14:paraId="755C6B8E" w14:textId="2C998DE1" w:rsidR="009F2B79" w:rsidRDefault="003A3E74" w:rsidP="00ED3D3F">
            <w:pPr>
              <w:pStyle w:val="SIBulletList2"/>
            </w:pPr>
            <w:r w:rsidRPr="003A3E74">
              <w:t>direction</w:t>
            </w:r>
          </w:p>
          <w:p w14:paraId="246BC2D7" w14:textId="19E4BAB2" w:rsidR="009F2B79" w:rsidRDefault="003A3E74" w:rsidP="00ED3D3F">
            <w:pPr>
              <w:pStyle w:val="SIBulletList2"/>
            </w:pPr>
            <w:r w:rsidRPr="003A3E74">
              <w:t>coordinate systems</w:t>
            </w:r>
          </w:p>
          <w:p w14:paraId="24323981" w14:textId="76DAFCDA" w:rsidR="009F2B79" w:rsidRDefault="003A3E74" w:rsidP="00ED3D3F">
            <w:pPr>
              <w:pStyle w:val="SIBulletList2"/>
            </w:pPr>
            <w:r w:rsidRPr="003A3E74">
              <w:t>line and area symbols</w:t>
            </w:r>
          </w:p>
          <w:p w14:paraId="77197FC9" w14:textId="42B26594" w:rsidR="003A3E74" w:rsidRPr="003A3E74" w:rsidRDefault="003A3E74" w:rsidP="00ED3D3F">
            <w:pPr>
              <w:pStyle w:val="SIBulletList2"/>
            </w:pPr>
            <w:r w:rsidRPr="003A3E74">
              <w:t>true North, grid North and magnetic North</w:t>
            </w:r>
          </w:p>
          <w:p w14:paraId="28484BBD" w14:textId="77777777" w:rsidR="003A3E74" w:rsidRPr="003A3E74" w:rsidRDefault="003A3E74" w:rsidP="003A3E74">
            <w:pPr>
              <w:pStyle w:val="SIBulletList1"/>
            </w:pPr>
            <w:r w:rsidRPr="003A3E74">
              <w:t xml:space="preserve">land survey systems, map projections, </w:t>
            </w:r>
            <w:proofErr w:type="gramStart"/>
            <w:r w:rsidRPr="003A3E74">
              <w:t>colour</w:t>
            </w:r>
            <w:proofErr w:type="gramEnd"/>
            <w:r w:rsidRPr="003A3E74">
              <w:t xml:space="preserve"> and symbol systems</w:t>
            </w:r>
          </w:p>
          <w:p w14:paraId="788E661A" w14:textId="50EFC32B" w:rsidR="003A3E74" w:rsidRPr="003A3E74" w:rsidRDefault="003A3E74" w:rsidP="003A3E74">
            <w:pPr>
              <w:pStyle w:val="SIBulletList1"/>
            </w:pPr>
            <w:r w:rsidRPr="003A3E74">
              <w:t xml:space="preserve">contours, </w:t>
            </w:r>
            <w:proofErr w:type="gramStart"/>
            <w:r w:rsidRPr="003A3E74">
              <w:t>slopes</w:t>
            </w:r>
            <w:proofErr w:type="gramEnd"/>
            <w:r w:rsidRPr="003A3E74">
              <w:t xml:space="preserve"> and slope profile</w:t>
            </w:r>
            <w:r w:rsidR="009F2B79">
              <w:t>s, including:</w:t>
            </w:r>
          </w:p>
          <w:p w14:paraId="0427C153" w14:textId="3065AE50" w:rsidR="009F2B79" w:rsidRPr="009F2B79" w:rsidRDefault="009F2B79">
            <w:pPr>
              <w:pStyle w:val="SIBulletList1"/>
            </w:pPr>
            <w:r w:rsidRPr="009F2B79">
              <w:t>key points on site where water flow changes from erosional to depositional</w:t>
            </w:r>
            <w:r>
              <w:t xml:space="preserve"> and </w:t>
            </w:r>
            <w:r w:rsidRPr="009F2B79">
              <w:t xml:space="preserve">contour lines </w:t>
            </w:r>
            <w:r>
              <w:t>joining</w:t>
            </w:r>
            <w:r w:rsidRPr="009F2B79">
              <w:t xml:space="preserve"> </w:t>
            </w:r>
            <w:r w:rsidR="00341C12">
              <w:t xml:space="preserve">these </w:t>
            </w:r>
            <w:r w:rsidRPr="009F2B79">
              <w:t>key points</w:t>
            </w:r>
          </w:p>
          <w:p w14:paraId="53B6AC65" w14:textId="77777777" w:rsidR="003A3E74" w:rsidRPr="003A3E74" w:rsidRDefault="003A3E74" w:rsidP="0005588A">
            <w:pPr>
              <w:pStyle w:val="SIBulletList1"/>
            </w:pPr>
            <w:r w:rsidRPr="003A3E74">
              <w:t>topographic features</w:t>
            </w:r>
          </w:p>
          <w:p w14:paraId="2200863F" w14:textId="77777777" w:rsidR="003A3E74" w:rsidRPr="003A3E74" w:rsidRDefault="003A3E74" w:rsidP="003A3E74">
            <w:pPr>
              <w:pStyle w:val="SIBulletList1"/>
            </w:pPr>
            <w:r w:rsidRPr="003A3E74">
              <w:t>curved planes on flat surface distortions</w:t>
            </w:r>
          </w:p>
          <w:p w14:paraId="092AD36A" w14:textId="0B888A50" w:rsidR="003A3E74" w:rsidRPr="003A3E74" w:rsidRDefault="003A3E74" w:rsidP="003A3E74">
            <w:pPr>
              <w:pStyle w:val="SIBulletList1"/>
            </w:pPr>
            <w:r w:rsidRPr="003A3E74">
              <w:t xml:space="preserve">means of locating current position in the field, </w:t>
            </w:r>
            <w:r w:rsidR="009F2B79">
              <w:t>including</w:t>
            </w:r>
            <w:r w:rsidRPr="003A3E74">
              <w:t>:</w:t>
            </w:r>
          </w:p>
          <w:p w14:paraId="4AFD49A5" w14:textId="102ED52A" w:rsidR="003A3E74" w:rsidRPr="003A3E74" w:rsidRDefault="009F2B79" w:rsidP="003A3E74">
            <w:pPr>
              <w:pStyle w:val="SIBulletList2"/>
            </w:pPr>
            <w:r>
              <w:t>satellite navigation systems (SNS)</w:t>
            </w:r>
          </w:p>
          <w:p w14:paraId="71FF2B5C" w14:textId="6FB46547" w:rsidR="003A3E74" w:rsidRPr="003A3E74" w:rsidRDefault="003A3E74" w:rsidP="003A3E74">
            <w:pPr>
              <w:pStyle w:val="SIBulletList2"/>
            </w:pPr>
            <w:r w:rsidRPr="003A3E74">
              <w:t xml:space="preserve">other positioning systems </w:t>
            </w:r>
            <w:r w:rsidR="009F2B79">
              <w:t>including</w:t>
            </w:r>
            <w:r w:rsidRPr="003A3E74">
              <w:t xml:space="preserve"> sun, </w:t>
            </w:r>
            <w:proofErr w:type="gramStart"/>
            <w:r w:rsidRPr="003A3E74">
              <w:t>moon</w:t>
            </w:r>
            <w:proofErr w:type="gramEnd"/>
            <w:r w:rsidRPr="003A3E74">
              <w:t xml:space="preserve"> and stars</w:t>
            </w:r>
          </w:p>
          <w:p w14:paraId="5C8CD985" w14:textId="1B81295B" w:rsidR="00F1480E" w:rsidRPr="005404CB" w:rsidRDefault="003A3E74" w:rsidP="00ED3D3F">
            <w:pPr>
              <w:pStyle w:val="SIBulletList2"/>
            </w:pPr>
            <w:r w:rsidRPr="003A3E74">
              <w:t>compass bearings</w:t>
            </w:r>
            <w:r w:rsidR="009F2B79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538C9821" w14:textId="4630FD3D" w:rsidR="009F2B79" w:rsidRPr="009F2B79" w:rsidRDefault="009F2B79" w:rsidP="009F2B79">
            <w:pPr>
              <w:pStyle w:val="SIText"/>
            </w:pPr>
            <w:r w:rsidRPr="009F2B79">
              <w:t xml:space="preserve">Assessment of the skills in this unit of competency must take place under the following conditions: </w:t>
            </w:r>
          </w:p>
          <w:p w14:paraId="53B51523" w14:textId="77777777" w:rsidR="009F2B79" w:rsidRPr="009F2B79" w:rsidRDefault="009F2B79" w:rsidP="00ED3D3F">
            <w:pPr>
              <w:pStyle w:val="SIBulletList1"/>
            </w:pPr>
            <w:r w:rsidRPr="009F2B79">
              <w:lastRenderedPageBreak/>
              <w:t>physical conditions:</w:t>
            </w:r>
          </w:p>
          <w:p w14:paraId="64F8AFD0" w14:textId="06110DEC" w:rsidR="009F2B79" w:rsidRPr="009F2B79" w:rsidRDefault="009F2B79" w:rsidP="00ED3D3F">
            <w:pPr>
              <w:pStyle w:val="SIBulletList2"/>
            </w:pPr>
            <w:r w:rsidRPr="009F2B79">
              <w:t xml:space="preserve">skills must be demonstrated </w:t>
            </w:r>
            <w:r w:rsidR="00341C12">
              <w:t>in the field</w:t>
            </w:r>
            <w:r w:rsidRPr="009F2B79">
              <w:t xml:space="preserve"> or an environment that accurately represents workplace conditions</w:t>
            </w:r>
          </w:p>
          <w:p w14:paraId="337D9F12" w14:textId="77777777" w:rsidR="009F2B79" w:rsidRPr="009F2B79" w:rsidRDefault="009F2B79" w:rsidP="00ED3D3F">
            <w:pPr>
              <w:pStyle w:val="SIBulletList1"/>
            </w:pPr>
            <w:r w:rsidRPr="009F2B79">
              <w:t xml:space="preserve">resources, </w:t>
            </w:r>
            <w:proofErr w:type="gramStart"/>
            <w:r w:rsidRPr="009F2B79">
              <w:t>equipment</w:t>
            </w:r>
            <w:proofErr w:type="gramEnd"/>
            <w:r w:rsidRPr="009F2B79">
              <w:t xml:space="preserve"> and materials:</w:t>
            </w:r>
          </w:p>
          <w:p w14:paraId="754C4D94" w14:textId="574FC736" w:rsidR="009F2B79" w:rsidRDefault="009F2B79" w:rsidP="00ED3D3F">
            <w:pPr>
              <w:pStyle w:val="SIBulletList2"/>
            </w:pPr>
            <w:r w:rsidRPr="009F2B79">
              <w:t>use of tools and equipment</w:t>
            </w:r>
            <w:r w:rsidR="00341C12">
              <w:t xml:space="preserve"> for navigation</w:t>
            </w:r>
          </w:p>
          <w:p w14:paraId="2A9A5077" w14:textId="53737A87" w:rsidR="00341C12" w:rsidRDefault="007E438C" w:rsidP="00ED3D3F">
            <w:pPr>
              <w:pStyle w:val="SIBulletList2"/>
            </w:pPr>
            <w:r>
              <w:t xml:space="preserve">a range of </w:t>
            </w:r>
            <w:r w:rsidR="00341C12">
              <w:t xml:space="preserve">maps and plans </w:t>
            </w:r>
            <w:r>
              <w:t xml:space="preserve">in different formats used </w:t>
            </w:r>
            <w:r w:rsidR="00341C12">
              <w:t>for a range of different purposes</w:t>
            </w:r>
          </w:p>
          <w:p w14:paraId="395BB370" w14:textId="3C145806" w:rsidR="008B218C" w:rsidRPr="009F2B79" w:rsidRDefault="008B218C" w:rsidP="00ED3D3F">
            <w:pPr>
              <w:pStyle w:val="SIBulletList2"/>
            </w:pPr>
            <w:r>
              <w:t xml:space="preserve">references for identification and application of key points for </w:t>
            </w:r>
            <w:r w:rsidR="002B6C2C">
              <w:t xml:space="preserve">surface </w:t>
            </w:r>
            <w:r>
              <w:t xml:space="preserve">water </w:t>
            </w:r>
            <w:r w:rsidR="002B6C2C">
              <w:t>management</w:t>
            </w:r>
          </w:p>
          <w:p w14:paraId="0D1E8FD0" w14:textId="77777777" w:rsidR="009F2B79" w:rsidRPr="009F2B79" w:rsidRDefault="009F2B79" w:rsidP="00ED3D3F">
            <w:pPr>
              <w:pStyle w:val="SIBulletList1"/>
            </w:pPr>
            <w:r w:rsidRPr="009F2B79">
              <w:t>specifications:</w:t>
            </w:r>
          </w:p>
          <w:p w14:paraId="09A9C6D1" w14:textId="009A437B" w:rsidR="009F2B79" w:rsidRPr="009F2B79" w:rsidRDefault="009F2B79" w:rsidP="00ED3D3F">
            <w:pPr>
              <w:pStyle w:val="SIBulletList2"/>
            </w:pPr>
            <w:r w:rsidRPr="009F2B79">
              <w:t>use of manufacturer opera</w:t>
            </w:r>
            <w:r w:rsidR="00341C12">
              <w:t>ting instructions for navigation tools and equipment.</w:t>
            </w:r>
          </w:p>
          <w:p w14:paraId="5756C78F" w14:textId="77777777" w:rsidR="009F2B79" w:rsidRPr="009F2B79" w:rsidRDefault="009F2B79" w:rsidP="009F2B79">
            <w:pPr>
              <w:pStyle w:val="SIText"/>
            </w:pPr>
          </w:p>
          <w:p w14:paraId="759850B7" w14:textId="3EDE499B" w:rsidR="003B541E" w:rsidRPr="005404CB" w:rsidRDefault="009F2B79">
            <w:pPr>
              <w:pStyle w:val="SIText"/>
              <w:rPr>
                <w:rFonts w:eastAsia="Calibri"/>
              </w:rPr>
            </w:pPr>
            <w:r w:rsidRPr="009F2B7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51A84" w14:textId="77777777" w:rsidR="00246713" w:rsidRDefault="00246713" w:rsidP="00BF3F0A">
      <w:r>
        <w:separator/>
      </w:r>
    </w:p>
    <w:p w14:paraId="6F971FDA" w14:textId="77777777" w:rsidR="00246713" w:rsidRDefault="00246713"/>
  </w:endnote>
  <w:endnote w:type="continuationSeparator" w:id="0">
    <w:p w14:paraId="12CD8EBC" w14:textId="77777777" w:rsidR="00246713" w:rsidRDefault="00246713" w:rsidP="00BF3F0A">
      <w:r>
        <w:continuationSeparator/>
      </w:r>
    </w:p>
    <w:p w14:paraId="72E98714" w14:textId="77777777" w:rsidR="00246713" w:rsidRDefault="002467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D3D3F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36945" w14:textId="77777777" w:rsidR="00246713" w:rsidRDefault="00246713" w:rsidP="00BF3F0A">
      <w:r>
        <w:separator/>
      </w:r>
    </w:p>
    <w:p w14:paraId="34EA3D8E" w14:textId="77777777" w:rsidR="00246713" w:rsidRDefault="00246713"/>
  </w:footnote>
  <w:footnote w:type="continuationSeparator" w:id="0">
    <w:p w14:paraId="03F1F092" w14:textId="77777777" w:rsidR="00246713" w:rsidRDefault="00246713" w:rsidP="00BF3F0A">
      <w:r>
        <w:continuationSeparator/>
      </w:r>
    </w:p>
    <w:p w14:paraId="73A6CF87" w14:textId="77777777" w:rsidR="00246713" w:rsidRDefault="002467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6334D009" w:rsidR="009C2650" w:rsidRPr="000754EC" w:rsidRDefault="00894872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7865" w:rsidRPr="00F47865">
      <w:t>AHCPER314 Read and interpret property maps and plans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718611">
    <w:abstractNumId w:val="4"/>
  </w:num>
  <w:num w:numId="2" w16cid:durableId="15985147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D0D"/>
    <w:rsid w:val="0001108F"/>
    <w:rsid w:val="000115E2"/>
    <w:rsid w:val="000126D0"/>
    <w:rsid w:val="0001296A"/>
    <w:rsid w:val="000136C9"/>
    <w:rsid w:val="00016803"/>
    <w:rsid w:val="00021D09"/>
    <w:rsid w:val="00023992"/>
    <w:rsid w:val="000275AE"/>
    <w:rsid w:val="000306F8"/>
    <w:rsid w:val="00041E59"/>
    <w:rsid w:val="00057E4D"/>
    <w:rsid w:val="00064BFE"/>
    <w:rsid w:val="00070B3E"/>
    <w:rsid w:val="00071F95"/>
    <w:rsid w:val="000729E4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0600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6EDE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0FB2"/>
    <w:rsid w:val="002965A8"/>
    <w:rsid w:val="002970C3"/>
    <w:rsid w:val="002973EC"/>
    <w:rsid w:val="002A275C"/>
    <w:rsid w:val="002A4CD3"/>
    <w:rsid w:val="002A6CC4"/>
    <w:rsid w:val="002B6C2C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1C1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2CCD"/>
    <w:rsid w:val="003C5130"/>
    <w:rsid w:val="003C7152"/>
    <w:rsid w:val="003D2E73"/>
    <w:rsid w:val="003E40B7"/>
    <w:rsid w:val="003E72B6"/>
    <w:rsid w:val="003E7BBE"/>
    <w:rsid w:val="003F14E7"/>
    <w:rsid w:val="004127E3"/>
    <w:rsid w:val="004173DD"/>
    <w:rsid w:val="0043212E"/>
    <w:rsid w:val="00434366"/>
    <w:rsid w:val="00434ECE"/>
    <w:rsid w:val="00444423"/>
    <w:rsid w:val="00452F3E"/>
    <w:rsid w:val="004531DB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2501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3FA"/>
    <w:rsid w:val="005A1D70"/>
    <w:rsid w:val="005A3AA5"/>
    <w:rsid w:val="005A6296"/>
    <w:rsid w:val="005A6C9C"/>
    <w:rsid w:val="005A74DC"/>
    <w:rsid w:val="005B5146"/>
    <w:rsid w:val="005D0854"/>
    <w:rsid w:val="005D1AFD"/>
    <w:rsid w:val="005D5F04"/>
    <w:rsid w:val="005E51E6"/>
    <w:rsid w:val="005E5B6D"/>
    <w:rsid w:val="005F027A"/>
    <w:rsid w:val="005F33CC"/>
    <w:rsid w:val="005F771F"/>
    <w:rsid w:val="006121D4"/>
    <w:rsid w:val="006136A1"/>
    <w:rsid w:val="00613B49"/>
    <w:rsid w:val="00616845"/>
    <w:rsid w:val="00620E8E"/>
    <w:rsid w:val="00633778"/>
    <w:rsid w:val="00633CFE"/>
    <w:rsid w:val="00634FCA"/>
    <w:rsid w:val="00643D1B"/>
    <w:rsid w:val="006452B8"/>
    <w:rsid w:val="00652E62"/>
    <w:rsid w:val="0066140A"/>
    <w:rsid w:val="0066751A"/>
    <w:rsid w:val="00680367"/>
    <w:rsid w:val="0068453C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D3FD4"/>
    <w:rsid w:val="007D5A78"/>
    <w:rsid w:val="007D5C3A"/>
    <w:rsid w:val="007E3BD1"/>
    <w:rsid w:val="007E4132"/>
    <w:rsid w:val="007E438C"/>
    <w:rsid w:val="007F1563"/>
    <w:rsid w:val="007F1CE9"/>
    <w:rsid w:val="007F1EB2"/>
    <w:rsid w:val="007F44DB"/>
    <w:rsid w:val="007F5A8B"/>
    <w:rsid w:val="007F7FC7"/>
    <w:rsid w:val="0080126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4872"/>
    <w:rsid w:val="008959F5"/>
    <w:rsid w:val="008A12ED"/>
    <w:rsid w:val="008A39D3"/>
    <w:rsid w:val="008B218C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019A"/>
    <w:rsid w:val="009527CB"/>
    <w:rsid w:val="00953835"/>
    <w:rsid w:val="00955199"/>
    <w:rsid w:val="00960F6C"/>
    <w:rsid w:val="00962B62"/>
    <w:rsid w:val="00970747"/>
    <w:rsid w:val="00993CEA"/>
    <w:rsid w:val="00997BFC"/>
    <w:rsid w:val="009A25F0"/>
    <w:rsid w:val="009A5900"/>
    <w:rsid w:val="009A6E6C"/>
    <w:rsid w:val="009A6F3F"/>
    <w:rsid w:val="009B331A"/>
    <w:rsid w:val="009B7F7C"/>
    <w:rsid w:val="009C2650"/>
    <w:rsid w:val="009D07C3"/>
    <w:rsid w:val="009D15E2"/>
    <w:rsid w:val="009D15FE"/>
    <w:rsid w:val="009D5D2C"/>
    <w:rsid w:val="009F0DCC"/>
    <w:rsid w:val="009F11CA"/>
    <w:rsid w:val="009F2B79"/>
    <w:rsid w:val="00A0695B"/>
    <w:rsid w:val="00A13052"/>
    <w:rsid w:val="00A132B2"/>
    <w:rsid w:val="00A216A8"/>
    <w:rsid w:val="00A223A6"/>
    <w:rsid w:val="00A3135C"/>
    <w:rsid w:val="00A31AD0"/>
    <w:rsid w:val="00A3639E"/>
    <w:rsid w:val="00A46FC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0AA1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5BC7"/>
    <w:rsid w:val="00B7425E"/>
    <w:rsid w:val="00B746B9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407F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40"/>
    <w:rsid w:val="00D145BE"/>
    <w:rsid w:val="00D2035A"/>
    <w:rsid w:val="00D20C57"/>
    <w:rsid w:val="00D25D16"/>
    <w:rsid w:val="00D27FC8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243A"/>
    <w:rsid w:val="00D87D32"/>
    <w:rsid w:val="00D91188"/>
    <w:rsid w:val="00D92C83"/>
    <w:rsid w:val="00DA0A81"/>
    <w:rsid w:val="00DA3C10"/>
    <w:rsid w:val="00DA53B5"/>
    <w:rsid w:val="00DB7D54"/>
    <w:rsid w:val="00DC1D69"/>
    <w:rsid w:val="00DC5A3A"/>
    <w:rsid w:val="00DD0726"/>
    <w:rsid w:val="00E01448"/>
    <w:rsid w:val="00E01A67"/>
    <w:rsid w:val="00E238E6"/>
    <w:rsid w:val="00E34CD8"/>
    <w:rsid w:val="00E35064"/>
    <w:rsid w:val="00E3681D"/>
    <w:rsid w:val="00E40225"/>
    <w:rsid w:val="00E4046B"/>
    <w:rsid w:val="00E46FBD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3D3F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3FF2"/>
    <w:rsid w:val="00F438FC"/>
    <w:rsid w:val="00F47865"/>
    <w:rsid w:val="00F50E8F"/>
    <w:rsid w:val="00F5183C"/>
    <w:rsid w:val="00F5616F"/>
    <w:rsid w:val="00F56451"/>
    <w:rsid w:val="00F56827"/>
    <w:rsid w:val="00F57C9F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B232E"/>
    <w:rsid w:val="00FD50C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89487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infopath/2007/PartnerControls"/>
    <ds:schemaRef ds:uri="http://purl.org/dc/terms/"/>
    <ds:schemaRef ds:uri="http://schemas.microsoft.com/office/2006/documentManagement/types"/>
    <ds:schemaRef ds:uri="7ee3a392-9fd5-4e44-986b-b11872d0f857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731BDE-4541-467D-827C-15E871727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867A86-78A7-460E-B6F8-FDC3F2616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159</TotalTime>
  <Pages>4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20</cp:revision>
  <cp:lastPrinted>2016-05-27T05:21:00Z</cp:lastPrinted>
  <dcterms:created xsi:type="dcterms:W3CDTF">2021-12-07T22:54:00Z</dcterms:created>
  <dcterms:modified xsi:type="dcterms:W3CDTF">2022-05-13T02:33:00Z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